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Q1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Удовлетворяет ли Вас система организации питания в школе?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Q2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Удовлетворяет ли Вас санитарное состояние школьной столовой?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Q3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Питаетесь ли Вы в школьной столовой?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Q4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Если нет, то по какой причине?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 нравиться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 успеваете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питаетесь дома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иное:________________</w:t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Q5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Наедаетесь ли Вы в школе?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иногда</w:t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Q6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Нравиться ли питание в школьной столовой?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иногда</w:t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Q7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Если не нравится, то почему?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невкусно готовят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однообразное питание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готовят нелюбимую пищу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иное:________________</w:t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Q8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Устраивает ли меню школьной столовой?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иногда</w:t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Q9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Считаете ли Вы питание в школе здоровым и полноценным?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да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114" w:after="0"/>
              <w:jc w:val="left"/>
              <w:keepNext/>
              <w:spacing w:before="0" w:after="60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99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Q10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Ваши предложения по изменению меню: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:________________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0"/>
        <w:jc w:val="left"/>
        <w:rPr>
          <w:sz w:val="22"/>
          <w:szCs w:val="22"/>
        </w:rPr>
      </w:pPr>
      <w:r>
        <w:rPr>
          <w:b/>
          <w:sz w:val="22"/>
        </w:rPr>
        <w:t>Q11</w:t>
      </w:r>
      <w:r w:rsidR="00771BD0">
        <w:t xml:space="preserve"> </w:t>
      </w:r>
    </w:p>
    <w:p>
      <w:pPr>
        <w:spacing w:before="114" w:after="0"/>
        <w:jc w:val="left"/>
        <w:rPr>
          <w:sz w:val="22"/>
          <w:szCs w:val="22"/>
        </w:rPr>
      </w:pPr>
      <w:r>
        <w:rPr>
          <w:sz w:val="20"/>
        </w:rPr>
        <w:t>Ваши предложения по улучшению питания в школе:</w:t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tbl>
      <w:tblPr>
        <w:tblStyle w:val="TableGridLight"/>
        <w:tblW w:w="9690" w:type="dxa"/>
        <w:tblCellMar>
          <w:top w:w="54" w:type="dxa"/>
          <w:left w:w="54" w:type="dxa"/>
          <w:bottom w:w="54" w:type="dxa"/>
          <w:right w:w="54" w:type="dxa"/>
        </w:tblCellMar>
        <w:tblLook w:val="04A0" w:firstRow="true" w:lastRow="false" w:firstColumn="true" w:lastColumn="false" w:noHBand="false" w:noVBand="true"/>
      </w:tblPr>
      <w:tblGrid>
        <w:gridCol w:w="456"/>
        <w:gridCol w:w="8664"/>
      </w:tblGrid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:________________</w:t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  <w:tr w:rsidR="00737BB0" w:rsidTr="00F341E3">
        <w:tc>
          <w:tcPr>
            <w:tcW w:w="456" w:type="dxa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sym w:font="Wingdings 2" w:char="F0A3"/>
            </w:r>
          </w:p>
        </w:tc>
        <w:tc>
          <w:tcPr>
            <w:tcW w:w="8664" w:type="dxa"/>
            <w:tcMar>
              <w:left w:w="14" w:type="dxa"/>
              <w:right w:w="14" w:type="dxa"/>
            </w:tcMar>
            <w:vAlign w:val="center"/>
          </w:tcPr>
          <w:p>
            <w:pPr>
              <w:spacing w:before="0" w:after="3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/>
            </w:r>
          </w:p>
        </w:tc>
      </w:tr>
    </w:tbl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p>
      <w:pPr>
        <w:spacing w:before="114" w:after="30"/>
        <w:jc w:val="left"/>
        <w:rPr>
          <w:sz w:val="22"/>
          <w:szCs w:val="22"/>
        </w:rPr>
      </w:pPr>
      <w:r>
        <w:rPr>
          <w:sz w:val="22"/>
        </w:rPr>
        <w:t/>
      </w:r>
    </w:p>
    <w:sectPr w:rsidRPr="004675CF" w:rsidR="00DE3008" w:rsidSect="00BE78BE">
      <w:headerReference w:type="default" r:id="rId7"/>
      <w:footerReference w:type="default" r:id="rId8"/>
      <w:pgSz w:w="11907" w:h="16840" w:code="9"/>
      <w:pgMar w:top="1710" w:right="708" w:bottom="851" w:left="993" w:header="720" w:footer="372" w:gutter="0"/>
      <w:cols w:space="72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23094" w14:textId="77777777" w:rsidR="00463B42" w:rsidRDefault="00463B42" w:rsidP="0008082C">
      <w:r>
        <w:separator/>
      </w:r>
    </w:p>
  </w:endnote>
  <w:endnote w:type="continuationSeparator" w:id="0">
    <w:p w14:paraId="3B744834" w14:textId="77777777" w:rsidR="00463B42" w:rsidRDefault="00463B42" w:rsidP="0008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1D0E" w:rsidRDefault="00341D0E" w14:paraId="65ABE7C8" w14:textId="77777777">
    <w:pPr>
      <w:pStyle w:val="Footer"/>
      <w:jc w:val="right"/>
    </w:pPr>
  </w:p>
  <w:tbl>
    <w:tblPr>
      <w:tblStyle w:val="TableGrid"/>
      <w:tblW w:w="9923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7513"/>
      <w:gridCol w:w="2410"/>
    </w:tblGrid>
    <w:tr w:rsidRPr="00397556" w:rsidR="00BE78BE" w:rsidTr="00E35EE3" w14:paraId="59FCEC5E" w14:textId="77777777">
      <w:tc>
        <w:tcPr>
          <w:tcW w:w="7513" w:type="dxa"/>
        </w:tcPr>
        <w:p w:rsidRPr="00214652" w:rsidR="00BE78BE" w:rsidP="00BE78BE" w:rsidRDefault="00BE78BE" w14:paraId="0EE7BDA6" w14:textId="77777777">
          <w:pPr>
            <w:tabs>
              <w:tab w:val="left" w:pos="2700"/>
            </w:tabs>
            <w:rPr>
              <w:rFonts w:asciiTheme="majorHAnsi" w:hAnsiTheme="majorHAnsi" w:cstheme="majorHAnsi"/>
              <w:color w:val="EA226A"/>
              <w:sz w:val="11"/>
              <w:szCs w:val="11"/>
            </w:rPr>
          </w:pPr>
          <w:r w:rsidRPr="00214652">
            <w:rPr>
              <w:rFonts w:asciiTheme="majorHAnsi" w:hAnsiTheme="majorHAnsi" w:cstheme="majorHAnsi"/>
              <w:color w:val="EA226A"/>
              <w:sz w:val="20"/>
              <w:szCs w:val="20"/>
            </w:rPr>
            <w:t>Powered by QUESTIONSTAR</w:t>
          </w:r>
          <w:r w:rsidRPr="00214652">
            <w:rPr>
              <w:rFonts w:asciiTheme="majorHAnsi" w:hAnsiTheme="majorHAnsi" w:cstheme="majorHAnsi"/>
              <w:color w:val="EA226A"/>
              <w:sz w:val="20"/>
              <w:szCs w:val="20"/>
            </w:rPr>
            <w:tab/>
          </w:r>
        </w:p>
      </w:tc>
      <w:tc>
        <w:tcPr>
          <w:tcW w:w="2410" w:type="dxa"/>
        </w:tcPr>
        <w:p w:rsidRPr="00397556" w:rsidR="00BE78BE" w:rsidP="00BE78BE" w:rsidRDefault="00BE78BE" w14:paraId="6B63428C" w14:textId="77777777">
          <w:pPr>
            <w:jc w:val="right"/>
            <w:rPr>
              <w:rFonts w:asciiTheme="majorHAnsi" w:hAnsiTheme="majorHAnsi" w:cstheme="majorHAnsi"/>
              <w:sz w:val="20"/>
              <w:szCs w:val="20"/>
              <w:lang w:val="de-DE"/>
            </w:rPr>
          </w:pP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begin"/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instrText>PAGE  \* Arabic  \* MERGEFORMAT</w:instrText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separate"/>
          </w:r>
          <w:r>
            <w:rPr>
              <w:rFonts w:asciiTheme="majorHAnsi" w:hAnsiTheme="majorHAnsi" w:cstheme="majorHAnsi"/>
              <w:b/>
              <w:bCs/>
              <w:noProof/>
              <w:sz w:val="20"/>
              <w:szCs w:val="20"/>
              <w:lang w:val="de-DE"/>
            </w:rPr>
            <w:t>12</w:t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end"/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t xml:space="preserve"> </w:t>
          </w:r>
          <w:r w:rsidRPr="00397556">
            <w:rPr>
              <w:rFonts w:asciiTheme="majorHAnsi" w:hAnsiTheme="majorHAnsi" w:cstheme="majorHAnsi"/>
              <w:sz w:val="20"/>
              <w:szCs w:val="20"/>
              <w:lang w:val="de-DE"/>
            </w:rPr>
            <w:t xml:space="preserve">/ </w:t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begin"/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instrText>NUMPAGES  \* Arabic  \* MERGEFORMAT</w:instrText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separate"/>
          </w:r>
          <w:r>
            <w:rPr>
              <w:rFonts w:asciiTheme="majorHAnsi" w:hAnsiTheme="majorHAnsi" w:cstheme="majorHAnsi"/>
              <w:b/>
              <w:bCs/>
              <w:noProof/>
              <w:sz w:val="20"/>
              <w:szCs w:val="20"/>
              <w:lang w:val="de-DE"/>
            </w:rPr>
            <w:t>12</w:t>
          </w:r>
          <w:r w:rsidRPr="00397556">
            <w:rPr>
              <w:rFonts w:asciiTheme="majorHAnsi" w:hAnsiTheme="majorHAnsi" w:cstheme="majorHAnsi"/>
              <w:b/>
              <w:bCs/>
              <w:sz w:val="20"/>
              <w:szCs w:val="20"/>
              <w:lang w:val="de-DE"/>
            </w:rPr>
            <w:fldChar w:fldCharType="end"/>
          </w:r>
        </w:p>
      </w:tc>
    </w:tr>
  </w:tbl>
  <w:p w:rsidR="00341D0E" w:rsidRDefault="00341D0E" w14:paraId="5704C78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45F9" w14:textId="77777777" w:rsidR="00463B42" w:rsidRDefault="00463B42" w:rsidP="0008082C">
      <w:r>
        <w:separator/>
      </w:r>
    </w:p>
  </w:footnote>
  <w:footnote w:type="continuationSeparator" w:id="0">
    <w:p w14:paraId="19F98522" w14:textId="77777777" w:rsidR="00463B42" w:rsidRDefault="00463B42" w:rsidP="0008082C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928BF" w:rsidR="0008082C" w:rsidP="008928BF" w:rsidRDefault="0008082C" w14:paraId="0D35992C" w14:textId="77777777">
    <w:pPr>
      <w:pStyle w:val="Header"/>
      <w:ind w:left="540"/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editId="71B6B563" wp14:anchorId="0ADC8A3D">
          <wp:simplePos x="0" y="0"/>
          <wp:positionH relativeFrom="column">
            <wp:posOffset>-276225</wp:posOffset>
          </wp:positionH>
          <wp:positionV relativeFrom="paragraph">
            <wp:posOffset>-208280</wp:posOffset>
          </wp:positionV>
          <wp:extent cx="495823" cy="695325"/>
          <wp:effectExtent l="0" t="0" r="0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823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28BF">
      <w:t xml:space="preserve"> </w:t>
    </w:r>
    <w:r w:rsidR="008928BF">
      <w:rPr>
        <w:b/>
        <w:bCs/>
        <w:sz w:val="28"/>
        <w:szCs w:val="28"/>
      </w:rPr>
      <w:t>Анкета "Школьное питание"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76E4C"/>
    <w:multiLevelType w:val="hybridMultilevel"/>
    <w:tmpl w:val="5530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D58AE"/>
    <w:multiLevelType w:val="hybridMultilevel"/>
    <w:tmpl w:val="8EC0C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38317">
    <w:abstractNumId w:val="0"/>
  </w:num>
  <w:num w:numId="2" w16cid:durableId="1386752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84"/>
    <w:rsid w:val="0001473F"/>
    <w:rsid w:val="00035CB3"/>
    <w:rsid w:val="0008082C"/>
    <w:rsid w:val="00087417"/>
    <w:rsid w:val="000876EF"/>
    <w:rsid w:val="000A6951"/>
    <w:rsid w:val="000D78E9"/>
    <w:rsid w:val="001B251E"/>
    <w:rsid w:val="001E6C84"/>
    <w:rsid w:val="001F3CAA"/>
    <w:rsid w:val="00232E83"/>
    <w:rsid w:val="002741A1"/>
    <w:rsid w:val="0029682B"/>
    <w:rsid w:val="002B41BE"/>
    <w:rsid w:val="00341D0E"/>
    <w:rsid w:val="00354CE2"/>
    <w:rsid w:val="003D0C25"/>
    <w:rsid w:val="00463B42"/>
    <w:rsid w:val="004675CF"/>
    <w:rsid w:val="0048460F"/>
    <w:rsid w:val="004A4097"/>
    <w:rsid w:val="005B6C58"/>
    <w:rsid w:val="0068572D"/>
    <w:rsid w:val="00753D9A"/>
    <w:rsid w:val="0078037D"/>
    <w:rsid w:val="007916BF"/>
    <w:rsid w:val="007D62AC"/>
    <w:rsid w:val="00847994"/>
    <w:rsid w:val="00855544"/>
    <w:rsid w:val="008928BF"/>
    <w:rsid w:val="009B5CC8"/>
    <w:rsid w:val="00AF0C75"/>
    <w:rsid w:val="00B54BA0"/>
    <w:rsid w:val="00BE78BE"/>
    <w:rsid w:val="00C51037"/>
    <w:rsid w:val="00DC1031"/>
    <w:rsid w:val="00DE3008"/>
    <w:rsid w:val="00E9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6ECFE"/>
  <w15:docId w15:val="{CA123BEA-C2D2-454C-9B35-388ACF8D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082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82C"/>
  </w:style>
  <w:style w:type="paragraph" w:styleId="Footer">
    <w:name w:val="footer"/>
    <w:basedOn w:val="Normal"/>
    <w:link w:val="FooterChar"/>
    <w:uiPriority w:val="99"/>
    <w:unhideWhenUsed/>
    <w:rsid w:val="0008082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82C"/>
  </w:style>
  <w:style w:type="paragraph" w:styleId="BalloonText">
    <w:name w:val="Balloon Text"/>
    <w:basedOn w:val="Normal"/>
    <w:link w:val="BalloonTextChar"/>
    <w:uiPriority w:val="99"/>
    <w:semiHidden/>
    <w:unhideWhenUsed/>
    <w:rsid w:val="00080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82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41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48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veloper1\Desktop\mastersurve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mastersurvey.dotx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Putyatov</dc:creator>
  <cp:lastModifiedBy>Dmitry Putyatov</cp:lastModifiedBy>
  <cp:revision>1</cp:revision>
  <cp:lastPrinted>2019-03-04T15:43:00Z</cp:lastPrinted>
  <dcterms:created xsi:type="dcterms:W3CDTF">2022-10-27T13:46:00Z</dcterms:created>
  <dcterms:modified xsi:type="dcterms:W3CDTF">2022-10-27T13:47:00Z</dcterms:modified>
</cp:coreProperties>
</file>